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790" w:rsidRPr="00FD4437" w:rsidRDefault="00D94790" w:rsidP="00864215">
      <w:pPr>
        <w:pStyle w:val="ListParagraph"/>
        <w:widowControl/>
        <w:snapToGrid w:val="0"/>
        <w:spacing w:line="560" w:lineRule="exact"/>
        <w:ind w:firstLineChars="0" w:firstLine="0"/>
        <w:jc w:val="center"/>
        <w:rPr>
          <w:rFonts w:ascii="方正小标宋简体" w:eastAsia="方正小标宋简体" w:hAnsi="宋体"/>
          <w:sz w:val="44"/>
          <w:szCs w:val="44"/>
          <w:shd w:val="clear" w:color="auto" w:fill="FFFFFF"/>
        </w:rPr>
      </w:pPr>
      <w:r w:rsidRPr="009C23D9">
        <w:rPr>
          <w:rFonts w:ascii="方正小标宋简体" w:eastAsia="方正小标宋简体" w:hAnsi="宋体" w:hint="eastAsia"/>
          <w:sz w:val="36"/>
          <w:szCs w:val="36"/>
          <w:shd w:val="clear" w:color="auto" w:fill="FFFFFF"/>
        </w:rPr>
        <w:t>浙江省食品药品监督管理局信息中心招聘报名表</w:t>
      </w:r>
    </w:p>
    <w:p w:rsidR="00D94790" w:rsidRDefault="00D94790" w:rsidP="00864215">
      <w:pPr>
        <w:tabs>
          <w:tab w:val="left" w:pos="5040"/>
        </w:tabs>
        <w:spacing w:line="320" w:lineRule="exact"/>
        <w:ind w:leftChars="-171" w:left="-359" w:firstLineChars="150" w:firstLine="360"/>
        <w:rPr>
          <w:rFonts w:eastAsia="黑体"/>
          <w:bCs/>
          <w:sz w:val="24"/>
          <w:szCs w:val="30"/>
        </w:rPr>
      </w:pPr>
    </w:p>
    <w:p w:rsidR="00D94790" w:rsidRDefault="00D94790" w:rsidP="00864215">
      <w:pPr>
        <w:tabs>
          <w:tab w:val="left" w:pos="5040"/>
        </w:tabs>
        <w:spacing w:line="320" w:lineRule="exact"/>
        <w:ind w:leftChars="-171" w:left="-359" w:firstLineChars="150" w:firstLine="360"/>
        <w:rPr>
          <w:rFonts w:eastAsia="仿宋_GB2312"/>
          <w:bCs/>
          <w:sz w:val="24"/>
          <w:szCs w:val="30"/>
        </w:rPr>
      </w:pPr>
      <w:r>
        <w:rPr>
          <w:rFonts w:eastAsia="黑体" w:hint="eastAsia"/>
          <w:bCs/>
          <w:sz w:val="24"/>
          <w:szCs w:val="30"/>
        </w:rPr>
        <w:t>应聘岗位：</w:t>
      </w:r>
      <w:r>
        <w:rPr>
          <w:rFonts w:eastAsia="仿宋_GB2312"/>
          <w:bCs/>
          <w:sz w:val="24"/>
          <w:szCs w:val="30"/>
        </w:rPr>
        <w:t xml:space="preserve"> </w:t>
      </w:r>
    </w:p>
    <w:tbl>
      <w:tblPr>
        <w:tblW w:w="915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362"/>
        <w:gridCol w:w="709"/>
        <w:gridCol w:w="483"/>
        <w:gridCol w:w="807"/>
        <w:gridCol w:w="663"/>
        <w:gridCol w:w="231"/>
        <w:gridCol w:w="483"/>
        <w:gridCol w:w="527"/>
        <w:gridCol w:w="1236"/>
        <w:gridCol w:w="730"/>
        <w:gridCol w:w="53"/>
        <w:gridCol w:w="1875"/>
      </w:tblGrid>
      <w:tr w:rsidR="00D94790" w:rsidRPr="00D55ABC" w:rsidTr="00A30134">
        <w:trPr>
          <w:cantSplit/>
          <w:trHeight w:hRule="exact" w:val="680"/>
          <w:jc w:val="center"/>
        </w:trPr>
        <w:tc>
          <w:tcPr>
            <w:tcW w:w="1362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0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姓</w:t>
            </w:r>
            <w:r w:rsidRPr="00D55ABC">
              <w:rPr>
                <w:rFonts w:eastAsia="仿宋_GB2312"/>
                <w:b/>
                <w:bCs/>
                <w:sz w:val="24"/>
                <w:szCs w:val="30"/>
              </w:rPr>
              <w:t xml:space="preserve">  </w:t>
            </w: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名</w:t>
            </w:r>
          </w:p>
        </w:tc>
        <w:tc>
          <w:tcPr>
            <w:tcW w:w="1192" w:type="dxa"/>
            <w:gridSpan w:val="2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07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性别</w:t>
            </w:r>
          </w:p>
        </w:tc>
        <w:tc>
          <w:tcPr>
            <w:tcW w:w="894" w:type="dxa"/>
            <w:gridSpan w:val="2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0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出生</w:t>
            </w:r>
          </w:p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年月</w:t>
            </w:r>
          </w:p>
        </w:tc>
        <w:tc>
          <w:tcPr>
            <w:tcW w:w="1966" w:type="dxa"/>
            <w:gridSpan w:val="2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年</w:t>
            </w:r>
            <w:r w:rsidRPr="00D55ABC">
              <w:rPr>
                <w:rFonts w:eastAsia="仿宋_GB2312"/>
                <w:b/>
                <w:bCs/>
                <w:sz w:val="24"/>
                <w:szCs w:val="32"/>
              </w:rPr>
              <w:t xml:space="preserve"> </w:t>
            </w: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月</w:t>
            </w:r>
          </w:p>
        </w:tc>
        <w:tc>
          <w:tcPr>
            <w:tcW w:w="1928" w:type="dxa"/>
            <w:gridSpan w:val="2"/>
            <w:vMerge w:val="restart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b/>
              </w:rPr>
            </w:pPr>
            <w:r w:rsidRPr="00D55ABC">
              <w:rPr>
                <w:rFonts w:hint="eastAsia"/>
                <w:b/>
              </w:rPr>
              <w:t>近期正面</w:t>
            </w:r>
          </w:p>
          <w:p w:rsidR="00D94790" w:rsidRPr="00D55ABC" w:rsidRDefault="00D94790" w:rsidP="00A30134">
            <w:pPr>
              <w:spacing w:line="240" w:lineRule="exact"/>
              <w:jc w:val="center"/>
              <w:rPr>
                <w:b/>
              </w:rPr>
            </w:pPr>
            <w:r w:rsidRPr="00D55ABC">
              <w:rPr>
                <w:b/>
              </w:rPr>
              <w:t>2</w:t>
            </w:r>
            <w:r w:rsidRPr="00D55ABC">
              <w:rPr>
                <w:rFonts w:hint="eastAsia"/>
                <w:b/>
              </w:rPr>
              <w:t>寸彩照</w:t>
            </w:r>
          </w:p>
          <w:p w:rsidR="00D94790" w:rsidRPr="00D55ABC" w:rsidRDefault="00D94790" w:rsidP="00A30134">
            <w:pPr>
              <w:spacing w:line="240" w:lineRule="exact"/>
              <w:ind w:leftChars="-55" w:left="-115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hint="eastAsia"/>
                <w:b/>
              </w:rPr>
              <w:t>（电子）</w:t>
            </w:r>
          </w:p>
        </w:tc>
      </w:tr>
      <w:tr w:rsidR="00D94790" w:rsidRPr="00D55ABC" w:rsidTr="00A30134">
        <w:trPr>
          <w:cantSplit/>
          <w:trHeight w:hRule="exact" w:val="680"/>
          <w:jc w:val="center"/>
        </w:trPr>
        <w:tc>
          <w:tcPr>
            <w:tcW w:w="1362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0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政治面貌</w:t>
            </w:r>
          </w:p>
        </w:tc>
        <w:tc>
          <w:tcPr>
            <w:tcW w:w="1192" w:type="dxa"/>
            <w:gridSpan w:val="2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b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身份证号码</w:t>
            </w:r>
          </w:p>
        </w:tc>
        <w:tc>
          <w:tcPr>
            <w:tcW w:w="2976" w:type="dxa"/>
            <w:gridSpan w:val="4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</w:pPr>
          </w:p>
        </w:tc>
        <w:tc>
          <w:tcPr>
            <w:tcW w:w="1928" w:type="dxa"/>
            <w:gridSpan w:val="2"/>
            <w:vMerge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</w:pPr>
          </w:p>
        </w:tc>
      </w:tr>
      <w:tr w:rsidR="00D94790" w:rsidRPr="00D55ABC" w:rsidTr="00A30134">
        <w:trPr>
          <w:cantSplit/>
          <w:trHeight w:hRule="exact" w:val="680"/>
          <w:jc w:val="center"/>
        </w:trPr>
        <w:tc>
          <w:tcPr>
            <w:tcW w:w="1362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户</w:t>
            </w:r>
            <w:r w:rsidRPr="00D55ABC">
              <w:rPr>
                <w:rFonts w:eastAsia="仿宋_GB2312"/>
                <w:b/>
                <w:bCs/>
                <w:sz w:val="24"/>
                <w:szCs w:val="32"/>
              </w:rPr>
              <w:t xml:space="preserve">  </w:t>
            </w: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籍</w:t>
            </w:r>
          </w:p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0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所在地</w:t>
            </w:r>
          </w:p>
        </w:tc>
        <w:tc>
          <w:tcPr>
            <w:tcW w:w="1192" w:type="dxa"/>
            <w:gridSpan w:val="2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07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婚姻状况</w:t>
            </w:r>
          </w:p>
        </w:tc>
        <w:tc>
          <w:tcPr>
            <w:tcW w:w="894" w:type="dxa"/>
            <w:gridSpan w:val="2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档案保管单位</w:t>
            </w:r>
          </w:p>
        </w:tc>
        <w:tc>
          <w:tcPr>
            <w:tcW w:w="1966" w:type="dxa"/>
            <w:gridSpan w:val="2"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928" w:type="dxa"/>
            <w:gridSpan w:val="2"/>
            <w:vMerge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94790" w:rsidRPr="00D55ABC" w:rsidTr="00A30134">
        <w:trPr>
          <w:cantSplit/>
          <w:trHeight w:hRule="exact" w:val="648"/>
          <w:jc w:val="center"/>
        </w:trPr>
        <w:tc>
          <w:tcPr>
            <w:tcW w:w="1362" w:type="dxa"/>
            <w:vMerge w:val="restart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0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联系方式</w:t>
            </w:r>
          </w:p>
        </w:tc>
        <w:tc>
          <w:tcPr>
            <w:tcW w:w="709" w:type="dxa"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通信地址</w:t>
            </w:r>
          </w:p>
        </w:tc>
        <w:tc>
          <w:tcPr>
            <w:tcW w:w="7088" w:type="dxa"/>
            <w:gridSpan w:val="10"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left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/>
                <w:bCs/>
                <w:sz w:val="24"/>
                <w:szCs w:val="32"/>
              </w:rPr>
              <w:t xml:space="preserve">                                      </w:t>
            </w: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邮编：</w:t>
            </w:r>
            <w:r w:rsidRPr="00D55ABC">
              <w:rPr>
                <w:rFonts w:eastAsia="仿宋_GB2312"/>
                <w:b/>
                <w:bCs/>
                <w:sz w:val="24"/>
                <w:szCs w:val="32"/>
              </w:rPr>
              <w:t xml:space="preserve"> </w:t>
            </w:r>
          </w:p>
        </w:tc>
      </w:tr>
      <w:tr w:rsidR="00D94790" w:rsidRPr="00D55ABC" w:rsidTr="00A30134">
        <w:trPr>
          <w:cantSplit/>
          <w:trHeight w:hRule="exact" w:val="613"/>
          <w:jc w:val="center"/>
        </w:trPr>
        <w:tc>
          <w:tcPr>
            <w:tcW w:w="1362" w:type="dxa"/>
            <w:vMerge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0"/>
              </w:rPr>
            </w:pPr>
          </w:p>
        </w:tc>
        <w:tc>
          <w:tcPr>
            <w:tcW w:w="709" w:type="dxa"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电子邮件</w:t>
            </w:r>
          </w:p>
        </w:tc>
        <w:tc>
          <w:tcPr>
            <w:tcW w:w="1953" w:type="dxa"/>
            <w:gridSpan w:val="3"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left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手机</w:t>
            </w:r>
          </w:p>
        </w:tc>
        <w:tc>
          <w:tcPr>
            <w:tcW w:w="1763" w:type="dxa"/>
            <w:gridSpan w:val="2"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left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固话</w:t>
            </w:r>
          </w:p>
        </w:tc>
        <w:tc>
          <w:tcPr>
            <w:tcW w:w="1875" w:type="dxa"/>
            <w:vAlign w:val="center"/>
          </w:tcPr>
          <w:p w:rsidR="00D94790" w:rsidRPr="00D55ABC" w:rsidRDefault="00D94790" w:rsidP="00A30134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D94790" w:rsidRPr="00D55ABC" w:rsidTr="00A30134">
        <w:trPr>
          <w:cantSplit/>
          <w:trHeight w:val="2192"/>
          <w:jc w:val="center"/>
        </w:trPr>
        <w:tc>
          <w:tcPr>
            <w:tcW w:w="1362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0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学习经历</w:t>
            </w:r>
            <w:r w:rsidRPr="00D55ABC">
              <w:rPr>
                <w:rFonts w:eastAsia="仿宋_GB2312" w:hint="eastAsia"/>
                <w:b/>
                <w:bCs/>
                <w:szCs w:val="32"/>
              </w:rPr>
              <w:t>（自高中起填写）</w:t>
            </w:r>
          </w:p>
        </w:tc>
        <w:tc>
          <w:tcPr>
            <w:tcW w:w="7797" w:type="dxa"/>
            <w:gridSpan w:val="11"/>
          </w:tcPr>
          <w:p w:rsidR="00D94790" w:rsidRPr="00D55ABC" w:rsidRDefault="00D94790" w:rsidP="00985D94">
            <w:pPr>
              <w:widowControl/>
              <w:spacing w:line="380" w:lineRule="exact"/>
              <w:jc w:val="left"/>
              <w:rPr>
                <w:rFonts w:eastAsia="仿宋_GB2312"/>
                <w:b/>
                <w:bCs/>
                <w:sz w:val="24"/>
              </w:rPr>
            </w:pPr>
            <w:r w:rsidRPr="00D55ABC">
              <w:rPr>
                <w:rFonts w:eastAsia="仿宋_GB2312" w:hint="eastAsia"/>
                <w:b/>
                <w:bCs/>
                <w:w w:val="99"/>
                <w:sz w:val="18"/>
                <w:szCs w:val="32"/>
              </w:rPr>
              <w:t>（按学习时间由近及远填，含毕业学校、专业、学历学位等内容，并注明期间担任的主要职务）</w:t>
            </w:r>
          </w:p>
        </w:tc>
      </w:tr>
      <w:tr w:rsidR="00D94790" w:rsidRPr="00D55ABC" w:rsidTr="00A93F92">
        <w:trPr>
          <w:cantSplit/>
          <w:trHeight w:val="1901"/>
          <w:jc w:val="center"/>
        </w:trPr>
        <w:tc>
          <w:tcPr>
            <w:tcW w:w="1362" w:type="dxa"/>
            <w:vAlign w:val="center"/>
          </w:tcPr>
          <w:p w:rsidR="00D94790" w:rsidRPr="00D55ABC" w:rsidRDefault="00D94790" w:rsidP="00A30134">
            <w:pPr>
              <w:widowControl/>
              <w:spacing w:line="280" w:lineRule="exact"/>
              <w:jc w:val="center"/>
              <w:rPr>
                <w:rFonts w:eastAsia="仿宋_GB2312"/>
                <w:b/>
                <w:bCs/>
                <w:sz w:val="24"/>
                <w:szCs w:val="30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工作</w:t>
            </w:r>
          </w:p>
          <w:p w:rsidR="00D94790" w:rsidRPr="00D55ABC" w:rsidRDefault="00D94790" w:rsidP="00A30134">
            <w:pPr>
              <w:widowControl/>
              <w:spacing w:line="280" w:lineRule="exact"/>
              <w:jc w:val="center"/>
              <w:rPr>
                <w:rFonts w:eastAsia="仿宋_GB2312"/>
                <w:b/>
                <w:bCs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0"/>
              </w:rPr>
              <w:t>经历</w:t>
            </w:r>
          </w:p>
        </w:tc>
        <w:tc>
          <w:tcPr>
            <w:tcW w:w="7797" w:type="dxa"/>
            <w:gridSpan w:val="11"/>
          </w:tcPr>
          <w:p w:rsidR="00D94790" w:rsidRPr="00D55ABC" w:rsidRDefault="00D94790" w:rsidP="000942BD">
            <w:pPr>
              <w:widowControl/>
              <w:spacing w:line="34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18"/>
                <w:szCs w:val="32"/>
              </w:rPr>
              <w:t>（按工作时间由近及远填、含工作单位、岗位、担任职务）</w:t>
            </w:r>
            <w:bookmarkStart w:id="0" w:name="_GoBack"/>
            <w:bookmarkEnd w:id="0"/>
          </w:p>
        </w:tc>
      </w:tr>
      <w:tr w:rsidR="00D94790" w:rsidRPr="00D55ABC" w:rsidTr="00A30134">
        <w:trPr>
          <w:cantSplit/>
          <w:trHeight w:hRule="exact" w:val="1258"/>
          <w:jc w:val="center"/>
        </w:trPr>
        <w:tc>
          <w:tcPr>
            <w:tcW w:w="1362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0"/>
              </w:rPr>
            </w:pPr>
            <w:r w:rsidRPr="00D55ABC">
              <w:rPr>
                <w:rFonts w:eastAsia="仿宋_GB2312" w:hint="eastAsia"/>
                <w:b/>
                <w:bCs/>
                <w:szCs w:val="32"/>
              </w:rPr>
              <w:t>专业技术资格或职业能力资格及取得情况及时间</w:t>
            </w:r>
          </w:p>
        </w:tc>
        <w:tc>
          <w:tcPr>
            <w:tcW w:w="7797" w:type="dxa"/>
            <w:gridSpan w:val="11"/>
          </w:tcPr>
          <w:p w:rsidR="00D94790" w:rsidRPr="00D55ABC" w:rsidRDefault="00D94790" w:rsidP="00A30134"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D94790" w:rsidRPr="00D55ABC" w:rsidTr="00A30134">
        <w:trPr>
          <w:cantSplit/>
          <w:trHeight w:hRule="exact" w:val="1283"/>
          <w:jc w:val="center"/>
        </w:trPr>
        <w:tc>
          <w:tcPr>
            <w:tcW w:w="1362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Cs w:val="32"/>
              </w:rPr>
              <w:t>与招聘岗位相关的其他实践经历、情况</w:t>
            </w:r>
          </w:p>
        </w:tc>
        <w:tc>
          <w:tcPr>
            <w:tcW w:w="7797" w:type="dxa"/>
            <w:gridSpan w:val="11"/>
          </w:tcPr>
          <w:p w:rsidR="00D94790" w:rsidRPr="00D55ABC" w:rsidRDefault="00D94790" w:rsidP="00A30134"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 w:rsidR="00D94790" w:rsidRPr="00D55ABC" w:rsidTr="00A30134">
        <w:trPr>
          <w:cantSplit/>
          <w:trHeight w:hRule="exact" w:val="1013"/>
          <w:jc w:val="center"/>
        </w:trPr>
        <w:tc>
          <w:tcPr>
            <w:tcW w:w="1362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Cs w:val="32"/>
              </w:rPr>
              <w:t>近</w:t>
            </w:r>
            <w:r w:rsidRPr="00D55ABC">
              <w:rPr>
                <w:rFonts w:eastAsia="仿宋_GB2312"/>
                <w:b/>
                <w:bCs/>
                <w:szCs w:val="32"/>
              </w:rPr>
              <w:t>5</w:t>
            </w:r>
            <w:r w:rsidRPr="00D55ABC">
              <w:rPr>
                <w:rFonts w:eastAsia="仿宋_GB2312" w:hint="eastAsia"/>
                <w:b/>
                <w:bCs/>
                <w:szCs w:val="32"/>
              </w:rPr>
              <w:t>年内受过的奖励或处分</w:t>
            </w:r>
          </w:p>
        </w:tc>
        <w:tc>
          <w:tcPr>
            <w:tcW w:w="7797" w:type="dxa"/>
            <w:gridSpan w:val="11"/>
          </w:tcPr>
          <w:p w:rsidR="00D94790" w:rsidRPr="00D55ABC" w:rsidRDefault="00D94790" w:rsidP="00A30134">
            <w:pPr>
              <w:widowControl/>
              <w:spacing w:line="24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D94790" w:rsidRPr="00D55ABC" w:rsidTr="00A30134">
        <w:trPr>
          <w:cantSplit/>
          <w:trHeight w:hRule="exact" w:val="926"/>
          <w:jc w:val="center"/>
        </w:trPr>
        <w:tc>
          <w:tcPr>
            <w:tcW w:w="1362" w:type="dxa"/>
            <w:vAlign w:val="center"/>
          </w:tcPr>
          <w:p w:rsidR="00D94790" w:rsidRPr="00D55ABC" w:rsidRDefault="00D94790" w:rsidP="00A30134">
            <w:pPr>
              <w:spacing w:line="240" w:lineRule="exact"/>
              <w:jc w:val="center"/>
              <w:rPr>
                <w:rFonts w:eastAsia="仿宋_GB2312"/>
                <w:b/>
                <w:bCs/>
                <w:sz w:val="24"/>
                <w:szCs w:val="32"/>
              </w:rPr>
            </w:pPr>
            <w:r w:rsidRPr="00D55ABC">
              <w:rPr>
                <w:rFonts w:eastAsia="仿宋_GB2312" w:hint="eastAsia"/>
                <w:b/>
                <w:bCs/>
                <w:sz w:val="24"/>
                <w:szCs w:val="32"/>
              </w:rPr>
              <w:t>备注</w:t>
            </w:r>
          </w:p>
        </w:tc>
        <w:tc>
          <w:tcPr>
            <w:tcW w:w="7797" w:type="dxa"/>
            <w:gridSpan w:val="11"/>
          </w:tcPr>
          <w:p w:rsidR="00D94790" w:rsidRPr="00D55ABC" w:rsidRDefault="00D94790" w:rsidP="00A30134">
            <w:pPr>
              <w:widowControl/>
              <w:spacing w:line="3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 w:rsidR="00D94790" w:rsidRDefault="00D94790" w:rsidP="00864215">
      <w:pPr>
        <w:ind w:leftChars="-133" w:left="-279"/>
        <w:rPr>
          <w:b/>
          <w:bCs/>
          <w:sz w:val="18"/>
          <w:szCs w:val="18"/>
        </w:rPr>
      </w:pPr>
      <w:r w:rsidRPr="00743DE4">
        <w:rPr>
          <w:rFonts w:hint="eastAsia"/>
          <w:b/>
          <w:bCs/>
          <w:sz w:val="18"/>
          <w:szCs w:val="18"/>
        </w:rPr>
        <w:t>填表说明：</w:t>
      </w:r>
      <w:r w:rsidRPr="00743DE4">
        <w:rPr>
          <w:b/>
          <w:bCs/>
          <w:sz w:val="18"/>
          <w:szCs w:val="18"/>
        </w:rPr>
        <w:t>1</w:t>
      </w:r>
      <w:r w:rsidRPr="00743DE4">
        <w:rPr>
          <w:rFonts w:hint="eastAsia"/>
          <w:b/>
          <w:bCs/>
          <w:sz w:val="18"/>
          <w:szCs w:val="18"/>
        </w:rPr>
        <w:t>、以上表格内容请择要如实填写（提供虚假信息者，一经查实，自动丧失应聘资格）；</w:t>
      </w:r>
    </w:p>
    <w:p w:rsidR="00D94790" w:rsidRPr="00864215" w:rsidRDefault="00D94790" w:rsidP="00864215">
      <w:pPr>
        <w:ind w:leftChars="-133" w:left="-279" w:firstLineChars="500" w:firstLine="904"/>
        <w:rPr>
          <w:rFonts w:ascii="Times New Roman" w:eastAsia="仿宋_GB2312" w:hAnsi="Times New Roman"/>
          <w:sz w:val="30"/>
          <w:szCs w:val="30"/>
        </w:rPr>
      </w:pPr>
      <w:r w:rsidRPr="00743DE4">
        <w:rPr>
          <w:b/>
          <w:bCs/>
          <w:sz w:val="18"/>
          <w:szCs w:val="18"/>
        </w:rPr>
        <w:t>2</w:t>
      </w:r>
      <w:r w:rsidRPr="00743DE4">
        <w:rPr>
          <w:rFonts w:hint="eastAsia"/>
          <w:b/>
          <w:bCs/>
          <w:sz w:val="18"/>
          <w:szCs w:val="18"/>
        </w:rPr>
        <w:t>、如有另外需要说明的情况请另附表格或其他材料。</w:t>
      </w:r>
    </w:p>
    <w:sectPr w:rsidR="00D94790" w:rsidRPr="00864215" w:rsidSect="00864215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0D2B"/>
    <w:rsid w:val="000034DF"/>
    <w:rsid w:val="00033AE1"/>
    <w:rsid w:val="00056A0D"/>
    <w:rsid w:val="0007368A"/>
    <w:rsid w:val="000942BD"/>
    <w:rsid w:val="000C76D3"/>
    <w:rsid w:val="000E0901"/>
    <w:rsid w:val="000E49CD"/>
    <w:rsid w:val="000E52B6"/>
    <w:rsid w:val="00131DA1"/>
    <w:rsid w:val="00135AFA"/>
    <w:rsid w:val="0019755F"/>
    <w:rsid w:val="0020495A"/>
    <w:rsid w:val="00204C6B"/>
    <w:rsid w:val="002770EE"/>
    <w:rsid w:val="002C1F15"/>
    <w:rsid w:val="002C4969"/>
    <w:rsid w:val="00337E8A"/>
    <w:rsid w:val="003B0D2B"/>
    <w:rsid w:val="00427E70"/>
    <w:rsid w:val="004D404C"/>
    <w:rsid w:val="00583F65"/>
    <w:rsid w:val="005D68D2"/>
    <w:rsid w:val="00601515"/>
    <w:rsid w:val="006348BF"/>
    <w:rsid w:val="00654A6E"/>
    <w:rsid w:val="00691159"/>
    <w:rsid w:val="006C5A3C"/>
    <w:rsid w:val="006E6746"/>
    <w:rsid w:val="00743DE4"/>
    <w:rsid w:val="007633ED"/>
    <w:rsid w:val="00785FED"/>
    <w:rsid w:val="00786294"/>
    <w:rsid w:val="007E40F0"/>
    <w:rsid w:val="00864215"/>
    <w:rsid w:val="00873DAA"/>
    <w:rsid w:val="00890E62"/>
    <w:rsid w:val="008921E7"/>
    <w:rsid w:val="00894215"/>
    <w:rsid w:val="009700AC"/>
    <w:rsid w:val="00982A62"/>
    <w:rsid w:val="00985D94"/>
    <w:rsid w:val="009B6FDE"/>
    <w:rsid w:val="009C23D9"/>
    <w:rsid w:val="009F3D1A"/>
    <w:rsid w:val="00A30134"/>
    <w:rsid w:val="00A45672"/>
    <w:rsid w:val="00A46C36"/>
    <w:rsid w:val="00A93F92"/>
    <w:rsid w:val="00AC7D6C"/>
    <w:rsid w:val="00AF01D2"/>
    <w:rsid w:val="00BB2B51"/>
    <w:rsid w:val="00BC2973"/>
    <w:rsid w:val="00BF45A9"/>
    <w:rsid w:val="00C004A5"/>
    <w:rsid w:val="00CB15DA"/>
    <w:rsid w:val="00CB3998"/>
    <w:rsid w:val="00CF101B"/>
    <w:rsid w:val="00D240C0"/>
    <w:rsid w:val="00D55ABC"/>
    <w:rsid w:val="00D94790"/>
    <w:rsid w:val="00DE466B"/>
    <w:rsid w:val="00E3161E"/>
    <w:rsid w:val="00E4290D"/>
    <w:rsid w:val="00E5452A"/>
    <w:rsid w:val="00E644F3"/>
    <w:rsid w:val="00E85ACC"/>
    <w:rsid w:val="00EE0C5F"/>
    <w:rsid w:val="00F231B8"/>
    <w:rsid w:val="00FB02BE"/>
    <w:rsid w:val="00FD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55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49C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0E52B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2B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322</TotalTime>
  <Pages>1</Pages>
  <Words>60</Words>
  <Characters>342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徐航</dc:creator>
  <cp:keywords/>
  <dc:description/>
  <cp:lastModifiedBy>王建林</cp:lastModifiedBy>
  <cp:revision>61</cp:revision>
  <cp:lastPrinted>2014-12-24T07:14:00Z</cp:lastPrinted>
  <dcterms:created xsi:type="dcterms:W3CDTF">2014-12-24T04:06:00Z</dcterms:created>
  <dcterms:modified xsi:type="dcterms:W3CDTF">2014-12-25T08:58:00Z</dcterms:modified>
</cp:coreProperties>
</file>